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97EE9346-FC4B-4C1B-BB18-6AF87A60A501}"/>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